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64AFA2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F41267" w:rsidRPr="00975CFD">
        <w:rPr>
          <w:rFonts w:ascii="Verdana" w:hAnsi="Verdana"/>
          <w:b/>
          <w:bCs/>
        </w:rPr>
        <w:t>„Provádění revizí, prohlídek a zkoušek vzduchojemů na drážních vozidlech 2025–2027“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F4126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F4126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F4126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744D9"/>
    <w:rsid w:val="00D831A3"/>
    <w:rsid w:val="00DA210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1267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A2103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481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13</cp:revision>
  <cp:lastPrinted>2017-11-28T17:18:00Z</cp:lastPrinted>
  <dcterms:created xsi:type="dcterms:W3CDTF">2023-11-16T10:29:00Z</dcterms:created>
  <dcterms:modified xsi:type="dcterms:W3CDTF">2024-10-22T13:10:00Z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